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695E3A">
      <w:pPr>
        <w:spacing w:before="240" w:after="240"/>
        <w:jc w:val="center"/>
        <w:rPr>
          <w:b/>
        </w:rPr>
      </w:pPr>
      <w:r w:rsidRPr="00F2628F">
        <w:rPr>
          <w:b/>
        </w:rPr>
        <w:t xml:space="preserve">Čestné prohlášení </w:t>
      </w:r>
      <w:r w:rsidR="00E50D30">
        <w:rPr>
          <w:b/>
        </w:rPr>
        <w:t xml:space="preserve">k prokázání požadavků </w:t>
      </w:r>
      <w:r w:rsidR="00695E3A">
        <w:rPr>
          <w:b/>
        </w:rPr>
        <w:t xml:space="preserve">dle </w:t>
      </w:r>
      <w:r w:rsidR="00E50D30">
        <w:rPr>
          <w:b/>
        </w:rPr>
        <w:t>ustanovení § 68 odst. 3 zákona</w:t>
      </w:r>
    </w:p>
    <w:p w:rsidR="00F024F0" w:rsidRPr="00695E3A" w:rsidRDefault="001875DD" w:rsidP="00EC09A1">
      <w:pPr>
        <w:jc w:val="center"/>
        <w:rPr>
          <w:sz w:val="22"/>
          <w:szCs w:val="20"/>
        </w:rPr>
      </w:pPr>
      <w:r w:rsidRPr="00695E3A">
        <w:rPr>
          <w:sz w:val="22"/>
          <w:szCs w:val="20"/>
        </w:rPr>
        <w:t xml:space="preserve">ve vztahu </w:t>
      </w:r>
      <w:r w:rsidR="00587743" w:rsidRPr="00695E3A">
        <w:rPr>
          <w:color w:val="000000"/>
          <w:sz w:val="22"/>
          <w:szCs w:val="20"/>
        </w:rPr>
        <w:t>k</w:t>
      </w:r>
      <w:r w:rsidR="007A25BC">
        <w:rPr>
          <w:color w:val="000000"/>
          <w:sz w:val="22"/>
          <w:szCs w:val="20"/>
        </w:rPr>
        <w:t xml:space="preserve"> podlimitní</w:t>
      </w:r>
      <w:r w:rsidR="00587743" w:rsidRPr="00695E3A">
        <w:rPr>
          <w:color w:val="000000"/>
          <w:sz w:val="22"/>
          <w:szCs w:val="20"/>
        </w:rPr>
        <w:t xml:space="preserve"> veřejné zakázce na služby zadávané ve zjednodušeném podlimitním řízení dle § 38 zákona č. 137/2006 Sb., o veřejných zakázkách, ve znění pozdějších předpisů (dále jen „zákon“) </w:t>
      </w:r>
      <w:r w:rsidRPr="00695E3A">
        <w:rPr>
          <w:sz w:val="22"/>
          <w:szCs w:val="20"/>
        </w:rPr>
        <w:t>s názvem</w:t>
      </w:r>
    </w:p>
    <w:p w:rsidR="007A25BC" w:rsidRDefault="007A25BC" w:rsidP="007A25BC">
      <w:pPr>
        <w:widowControl w:val="0"/>
        <w:autoSpaceDE w:val="0"/>
        <w:autoSpaceDN w:val="0"/>
        <w:adjustRightInd w:val="0"/>
        <w:spacing w:before="200"/>
        <w:jc w:val="center"/>
        <w:rPr>
          <w:color w:val="000000"/>
        </w:rPr>
      </w:pPr>
    </w:p>
    <w:p w:rsidR="007A25BC" w:rsidRPr="007A25BC" w:rsidRDefault="007A25BC" w:rsidP="007A25BC">
      <w:pPr>
        <w:widowControl w:val="0"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28"/>
          <w:szCs w:val="28"/>
        </w:rPr>
      </w:pPr>
      <w:r w:rsidRPr="007A25BC">
        <w:rPr>
          <w:color w:val="000000"/>
          <w:sz w:val="28"/>
          <w:szCs w:val="28"/>
        </w:rPr>
        <w:t>„</w:t>
      </w:r>
      <w:r w:rsidRPr="007A25BC">
        <w:rPr>
          <w:b/>
          <w:bCs/>
          <w:color w:val="000000"/>
          <w:sz w:val="28"/>
          <w:szCs w:val="28"/>
        </w:rPr>
        <w:t>Analýza nabídky akreditovaných vzdělávacích programů</w:t>
      </w:r>
      <w:r w:rsidRPr="007A25BC">
        <w:rPr>
          <w:color w:val="000000"/>
          <w:sz w:val="28"/>
          <w:szCs w:val="28"/>
        </w:rPr>
        <w:t>“</w:t>
      </w:r>
    </w:p>
    <w:p w:rsidR="007B39C4" w:rsidRDefault="007B39C4" w:rsidP="0019117F">
      <w:pPr>
        <w:rPr>
          <w:b/>
          <w:bCs/>
          <w:sz w:val="20"/>
          <w:szCs w:val="20"/>
        </w:rPr>
      </w:pPr>
      <w:bookmarkStart w:id="0" w:name="_GoBack"/>
      <w:bookmarkEnd w:id="0"/>
    </w:p>
    <w:p w:rsidR="00285210" w:rsidRPr="00F2628F" w:rsidRDefault="00285210" w:rsidP="0019117F">
      <w:pPr>
        <w:rPr>
          <w:b/>
          <w:bCs/>
          <w:sz w:val="20"/>
          <w:szCs w:val="20"/>
        </w:rPr>
      </w:pP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Uchazeč:</w:t>
      </w:r>
      <w:r w:rsidRPr="00695E3A">
        <w:rPr>
          <w:rFonts w:ascii="Arial" w:hAnsi="Arial" w:cs="Arial"/>
          <w:color w:val="auto"/>
          <w:sz w:val="22"/>
          <w:szCs w:val="20"/>
        </w:rPr>
        <w:tab/>
      </w:r>
      <w:r w:rsidR="00951757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sídl</w:t>
      </w:r>
      <w:r w:rsidR="00F1205C" w:rsidRPr="00695E3A">
        <w:rPr>
          <w:rFonts w:ascii="Arial" w:hAnsi="Arial" w:cs="Arial"/>
          <w:color w:val="auto"/>
          <w:sz w:val="22"/>
          <w:szCs w:val="20"/>
        </w:rPr>
        <w:t>o</w:t>
      </w:r>
      <w:r w:rsidRPr="00695E3A">
        <w:rPr>
          <w:rFonts w:ascii="Arial" w:hAnsi="Arial" w:cs="Arial"/>
          <w:color w:val="auto"/>
          <w:sz w:val="22"/>
          <w:szCs w:val="20"/>
        </w:rPr>
        <w:t>:</w:t>
      </w:r>
      <w:r w:rsidRPr="00695E3A">
        <w:rPr>
          <w:rFonts w:ascii="Arial" w:hAnsi="Arial" w:cs="Arial"/>
          <w:color w:val="auto"/>
          <w:sz w:val="22"/>
          <w:szCs w:val="20"/>
        </w:rPr>
        <w:tab/>
      </w:r>
      <w:r w:rsidR="00951757" w:rsidRPr="00695E3A">
        <w:rPr>
          <w:rFonts w:ascii="Arial" w:hAnsi="Arial" w:cs="Arial"/>
          <w:color w:val="auto"/>
          <w:sz w:val="22"/>
          <w:szCs w:val="20"/>
        </w:rPr>
        <w:tab/>
      </w:r>
      <w:r w:rsidR="00F1205C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IČ</w:t>
      </w:r>
      <w:r w:rsidR="00F1205C" w:rsidRPr="00695E3A">
        <w:rPr>
          <w:rFonts w:ascii="Arial" w:hAnsi="Arial" w:cs="Arial"/>
          <w:color w:val="auto"/>
          <w:sz w:val="22"/>
          <w:szCs w:val="20"/>
        </w:rPr>
        <w:t>/DIČ</w:t>
      </w:r>
      <w:r w:rsidRPr="00695E3A">
        <w:rPr>
          <w:rFonts w:ascii="Arial" w:hAnsi="Arial" w:cs="Arial"/>
          <w:color w:val="auto"/>
          <w:sz w:val="22"/>
          <w:szCs w:val="20"/>
        </w:rPr>
        <w:t>:</w:t>
      </w:r>
      <w:r w:rsidR="00F1205C" w:rsidRPr="00695E3A">
        <w:rPr>
          <w:rFonts w:ascii="Arial" w:hAnsi="Arial" w:cs="Arial"/>
          <w:color w:val="auto"/>
          <w:sz w:val="22"/>
          <w:szCs w:val="20"/>
        </w:rPr>
        <w:tab/>
      </w:r>
      <w:r w:rsidR="00EC09A1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7B39C4" w:rsidRPr="00695E3A" w:rsidRDefault="007B39C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607534" w:rsidRPr="00695E3A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2"/>
          <w:szCs w:val="20"/>
        </w:rPr>
      </w:pPr>
      <w:proofErr w:type="gramStart"/>
      <w:r w:rsidRPr="00695E3A">
        <w:rPr>
          <w:rFonts w:ascii="Arial" w:hAnsi="Arial" w:cs="Arial"/>
          <w:color w:val="auto"/>
          <w:sz w:val="22"/>
          <w:szCs w:val="20"/>
        </w:rPr>
        <w:t>tímto</w:t>
      </w:r>
      <w:proofErr w:type="gramEnd"/>
      <w:r w:rsidRPr="00695E3A">
        <w:rPr>
          <w:rFonts w:ascii="Arial" w:hAnsi="Arial" w:cs="Arial"/>
          <w:color w:val="auto"/>
          <w:sz w:val="22"/>
          <w:szCs w:val="20"/>
        </w:rPr>
        <w:t xml:space="preserve"> čestně prohlašuje, že </w:t>
      </w:r>
      <w:r w:rsidR="00EC09A1" w:rsidRPr="00695E3A">
        <w:rPr>
          <w:rFonts w:ascii="Arial" w:hAnsi="Arial" w:cs="Arial"/>
          <w:color w:val="auto"/>
          <w:sz w:val="22"/>
          <w:szCs w:val="20"/>
        </w:rPr>
        <w:t>se jedná o uchazeče,</w:t>
      </w:r>
      <w:r w:rsidR="00E50D30" w:rsidRPr="00695E3A">
        <w:rPr>
          <w:rFonts w:ascii="Arial" w:hAnsi="Arial" w:cs="Arial"/>
          <w:color w:val="auto"/>
          <w:sz w:val="22"/>
          <w:szCs w:val="20"/>
        </w:rPr>
        <w:t xml:space="preserve"> </w:t>
      </w:r>
      <w:proofErr w:type="gramStart"/>
      <w:r w:rsidR="00E50D30" w:rsidRPr="00695E3A">
        <w:rPr>
          <w:rFonts w:ascii="Arial" w:hAnsi="Arial" w:cs="Arial"/>
          <w:color w:val="auto"/>
          <w:sz w:val="22"/>
          <w:szCs w:val="20"/>
        </w:rPr>
        <w:t>který</w:t>
      </w:r>
      <w:r w:rsidR="00C0086F" w:rsidRPr="00695E3A">
        <w:rPr>
          <w:rFonts w:ascii="Arial" w:hAnsi="Arial" w:cs="Arial"/>
          <w:color w:val="auto"/>
          <w:sz w:val="22"/>
          <w:szCs w:val="20"/>
        </w:rPr>
        <w:t>:</w:t>
      </w:r>
      <w:proofErr w:type="gramEnd"/>
    </w:p>
    <w:p w:rsidR="00E50D30" w:rsidRPr="00695E3A" w:rsidRDefault="00E50D30" w:rsidP="00E50D30">
      <w:pPr>
        <w:jc w:val="both"/>
        <w:rPr>
          <w:rFonts w:ascii="Verdana" w:hAnsi="Verdana"/>
          <w:bCs/>
          <w:sz w:val="22"/>
          <w:szCs w:val="20"/>
        </w:rPr>
      </w:pPr>
    </w:p>
    <w:p w:rsidR="00E50D30" w:rsidRPr="00695E3A" w:rsidRDefault="00E50D30" w:rsidP="00695E3A">
      <w:pPr>
        <w:pStyle w:val="Textpsmene"/>
        <w:numPr>
          <w:ilvl w:val="0"/>
          <w:numId w:val="25"/>
        </w:numPr>
        <w:tabs>
          <w:tab w:val="left" w:pos="426"/>
        </w:tabs>
        <w:spacing w:after="120"/>
        <w:ind w:left="714" w:right="-28" w:hanging="357"/>
        <w:rPr>
          <w:rFonts w:ascii="Arial" w:hAnsi="Arial" w:cs="Arial"/>
          <w:sz w:val="22"/>
        </w:rPr>
      </w:pPr>
      <w:r w:rsidRPr="00695E3A">
        <w:rPr>
          <w:rFonts w:ascii="Arial" w:hAnsi="Arial" w:cs="Arial"/>
          <w:sz w:val="22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Jméno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Příjmení</w:t>
            </w:r>
          </w:p>
        </w:tc>
      </w:tr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:rsidR="00E50D30" w:rsidRPr="00695E3A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  <w:sz w:val="22"/>
        </w:rPr>
      </w:pPr>
    </w:p>
    <w:p w:rsidR="00E50D30" w:rsidRPr="00695E3A" w:rsidRDefault="00E50D30" w:rsidP="00695E3A">
      <w:pPr>
        <w:pStyle w:val="Textpsmene"/>
        <w:numPr>
          <w:ilvl w:val="0"/>
          <w:numId w:val="25"/>
        </w:numPr>
        <w:spacing w:after="120"/>
        <w:ind w:left="714" w:right="-28" w:hanging="357"/>
        <w:rPr>
          <w:rFonts w:ascii="Arial" w:hAnsi="Arial" w:cs="Arial"/>
          <w:i/>
          <w:sz w:val="22"/>
        </w:rPr>
      </w:pPr>
      <w:r w:rsidRPr="00695E3A">
        <w:rPr>
          <w:rFonts w:ascii="Arial" w:hAnsi="Arial" w:cs="Arial"/>
          <w:sz w:val="22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Jméno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Příjmení</w:t>
            </w:r>
          </w:p>
        </w:tc>
      </w:tr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:rsidR="00E50D30" w:rsidRPr="00695E3A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  <w:sz w:val="22"/>
        </w:rPr>
      </w:pPr>
    </w:p>
    <w:p w:rsidR="00E50D30" w:rsidRPr="00695E3A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  <w:sz w:val="22"/>
        </w:rPr>
      </w:pPr>
      <w:r w:rsidRPr="00695E3A">
        <w:rPr>
          <w:rFonts w:ascii="Arial" w:hAnsi="Arial" w:cs="Arial"/>
          <w:sz w:val="22"/>
        </w:rPr>
        <w:t xml:space="preserve">Prohlašuje, že neuzavřel a neuzavře zakázanou dohodu podle zvláštního právního předpisu </w:t>
      </w:r>
      <w:r w:rsidRPr="00695E3A">
        <w:rPr>
          <w:rFonts w:ascii="Arial" w:hAnsi="Arial" w:cs="Arial"/>
          <w:i/>
          <w:sz w:val="22"/>
        </w:rPr>
        <w:t>(zákon č. 143/2001 Sb., o ochraně hospodářské soutěže)</w:t>
      </w:r>
      <w:r w:rsidRPr="00695E3A">
        <w:rPr>
          <w:rFonts w:ascii="Arial" w:hAnsi="Arial" w:cs="Arial"/>
          <w:sz w:val="22"/>
        </w:rPr>
        <w:t xml:space="preserve"> v souvislosti </w:t>
      </w:r>
      <w:r w:rsidR="00695E3A">
        <w:rPr>
          <w:rFonts w:ascii="Arial" w:hAnsi="Arial" w:cs="Arial"/>
          <w:sz w:val="22"/>
        </w:rPr>
        <w:t>se zadávanou veřejnou zakázkou.</w:t>
      </w:r>
    </w:p>
    <w:p w:rsidR="00607534" w:rsidRPr="00695E3A" w:rsidRDefault="0060753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E50D30" w:rsidRPr="00695E3A" w:rsidRDefault="00E50D30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2F3BF1" w:rsidRPr="00695E3A" w:rsidRDefault="002F3BF1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607534" w:rsidRPr="00695E3A" w:rsidRDefault="00EC09A1" w:rsidP="00607534">
      <w:pPr>
        <w:pStyle w:val="Default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V ……………………… dne ………</w:t>
      </w:r>
      <w:r w:rsidR="00695E3A">
        <w:rPr>
          <w:rFonts w:ascii="Arial" w:hAnsi="Arial" w:cs="Arial"/>
          <w:color w:val="auto"/>
          <w:sz w:val="22"/>
          <w:szCs w:val="20"/>
        </w:rPr>
        <w:t xml:space="preserve"> 2013</w:t>
      </w:r>
    </w:p>
    <w:p w:rsidR="007B39C4" w:rsidRPr="00695E3A" w:rsidRDefault="007B39C4" w:rsidP="00607534">
      <w:pPr>
        <w:rPr>
          <w:sz w:val="22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695E3A" w:rsidRDefault="00EC09A1" w:rsidP="009C3DAA">
      <w:pPr>
        <w:jc w:val="right"/>
        <w:rPr>
          <w:i/>
          <w:sz w:val="22"/>
          <w:szCs w:val="20"/>
        </w:rPr>
      </w:pPr>
      <w:r w:rsidRPr="00695E3A">
        <w:rPr>
          <w:i/>
          <w:sz w:val="22"/>
          <w:szCs w:val="20"/>
        </w:rPr>
        <w:t>titul, jméno, příjmení</w:t>
      </w:r>
    </w:p>
    <w:p w:rsidR="00F2628F" w:rsidRPr="006E6860" w:rsidRDefault="006D54E5" w:rsidP="006E6860">
      <w:pPr>
        <w:jc w:val="right"/>
        <w:rPr>
          <w:i/>
          <w:iCs/>
          <w:sz w:val="14"/>
          <w:szCs w:val="14"/>
        </w:rPr>
      </w:pPr>
      <w:r w:rsidRPr="00620179">
        <w:rPr>
          <w:sz w:val="14"/>
          <w:szCs w:val="14"/>
        </w:rPr>
        <w:t>(</w:t>
      </w:r>
      <w:r w:rsidRPr="00620179">
        <w:rPr>
          <w:i/>
          <w:sz w:val="14"/>
          <w:szCs w:val="14"/>
        </w:rPr>
        <w:t>p</w:t>
      </w:r>
      <w:r w:rsidRPr="00620179">
        <w:rPr>
          <w:i/>
          <w:iCs/>
          <w:sz w:val="14"/>
          <w:szCs w:val="14"/>
        </w:rPr>
        <w:t>odpis osoby oprávněné jednat jménem či za uchazeče, případně razítko)</w:t>
      </w:r>
    </w:p>
    <w:sectPr w:rsidR="00F2628F" w:rsidRPr="006E6860" w:rsidSect="002F3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42E" w:rsidRDefault="001B142E" w:rsidP="003A1904">
      <w:r>
        <w:separator/>
      </w:r>
    </w:p>
  </w:endnote>
  <w:endnote w:type="continuationSeparator" w:id="0">
    <w:p w:rsidR="001B142E" w:rsidRDefault="001B142E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42E" w:rsidRDefault="001B142E" w:rsidP="003A1904">
      <w:r>
        <w:separator/>
      </w:r>
    </w:p>
  </w:footnote>
  <w:footnote w:type="continuationSeparator" w:id="0">
    <w:p w:rsidR="001B142E" w:rsidRDefault="001B142E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285210" w:rsidP="006D54E5">
    <w:pPr>
      <w:pStyle w:val="Zhlav"/>
      <w:tabs>
        <w:tab w:val="clear" w:pos="4536"/>
        <w:tab w:val="clear" w:pos="9072"/>
        <w:tab w:val="left" w:pos="298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1103630</wp:posOffset>
          </wp:positionH>
          <wp:positionV relativeFrom="paragraph">
            <wp:posOffset>-104775</wp:posOffset>
          </wp:positionV>
          <wp:extent cx="5353050" cy="57912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7110B" w:rsidRDefault="0097110B" w:rsidP="006D54E5">
    <w:pPr>
      <w:pStyle w:val="Zhlav"/>
      <w:tabs>
        <w:tab w:val="clear" w:pos="4536"/>
        <w:tab w:val="clear" w:pos="9072"/>
        <w:tab w:val="left" w:pos="2985"/>
      </w:tabs>
    </w:pPr>
  </w:p>
  <w:p w:rsidR="0097110B" w:rsidRDefault="0097110B" w:rsidP="006D54E5">
    <w:pPr>
      <w:pStyle w:val="Zhlav"/>
      <w:tabs>
        <w:tab w:val="clear" w:pos="4536"/>
        <w:tab w:val="clear" w:pos="9072"/>
        <w:tab w:val="left" w:pos="2985"/>
      </w:tabs>
    </w:pPr>
  </w:p>
  <w:p w:rsidR="0097110B" w:rsidRPr="0097110B" w:rsidRDefault="0097110B" w:rsidP="006D54E5">
    <w:pPr>
      <w:pStyle w:val="Zhlav"/>
      <w:tabs>
        <w:tab w:val="clear" w:pos="4536"/>
        <w:tab w:val="clear" w:pos="9072"/>
        <w:tab w:val="left" w:pos="298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</w:t>
    </w:r>
    <w:r w:rsidRPr="0097110B">
      <w:rPr>
        <w:sz w:val="18"/>
        <w:szCs w:val="18"/>
      </w:rPr>
      <w:t>Příloha č. 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Default="009711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77AC1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142E"/>
    <w:rsid w:val="001B5E24"/>
    <w:rsid w:val="001E2D04"/>
    <w:rsid w:val="001E71B1"/>
    <w:rsid w:val="001F2F7D"/>
    <w:rsid w:val="001F5648"/>
    <w:rsid w:val="0022335A"/>
    <w:rsid w:val="00227AE8"/>
    <w:rsid w:val="0028423E"/>
    <w:rsid w:val="00284D11"/>
    <w:rsid w:val="00285210"/>
    <w:rsid w:val="002A1956"/>
    <w:rsid w:val="002C2EB2"/>
    <w:rsid w:val="002D298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02992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87743"/>
    <w:rsid w:val="00590272"/>
    <w:rsid w:val="00591C1D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95E3A"/>
    <w:rsid w:val="006B5479"/>
    <w:rsid w:val="006C2230"/>
    <w:rsid w:val="006C7914"/>
    <w:rsid w:val="006D1571"/>
    <w:rsid w:val="006D313F"/>
    <w:rsid w:val="006D54E5"/>
    <w:rsid w:val="006D720C"/>
    <w:rsid w:val="006E4611"/>
    <w:rsid w:val="006E6860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25BC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4FD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7110B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0086F"/>
    <w:rsid w:val="00C671DF"/>
    <w:rsid w:val="00C76C29"/>
    <w:rsid w:val="00C97E2F"/>
    <w:rsid w:val="00CA6274"/>
    <w:rsid w:val="00CA7117"/>
    <w:rsid w:val="00CB0621"/>
    <w:rsid w:val="00CE6C25"/>
    <w:rsid w:val="00CF517A"/>
    <w:rsid w:val="00D215DD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45BE2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285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85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D9E40-5A91-4757-99C2-B6DEB695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Išková Renata Mgr.</cp:lastModifiedBy>
  <cp:revision>11</cp:revision>
  <cp:lastPrinted>2006-10-05T12:53:00Z</cp:lastPrinted>
  <dcterms:created xsi:type="dcterms:W3CDTF">2012-08-13T15:48:00Z</dcterms:created>
  <dcterms:modified xsi:type="dcterms:W3CDTF">2013-01-29T10:04:00Z</dcterms:modified>
</cp:coreProperties>
</file>