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695E3A">
      <w:pPr>
        <w:spacing w:before="240" w:after="24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163D63">
        <w:rPr>
          <w:b/>
        </w:rPr>
        <w:t>o nepodjatosti uchazeče</w:t>
      </w:r>
    </w:p>
    <w:p w:rsidR="00F024F0" w:rsidRPr="005B2304" w:rsidRDefault="001875DD" w:rsidP="00EC09A1">
      <w:pPr>
        <w:jc w:val="center"/>
        <w:rPr>
          <w:sz w:val="20"/>
          <w:szCs w:val="20"/>
        </w:rPr>
      </w:pPr>
      <w:r w:rsidRPr="005B2304">
        <w:rPr>
          <w:sz w:val="20"/>
          <w:szCs w:val="20"/>
        </w:rPr>
        <w:t xml:space="preserve">ve vztahu </w:t>
      </w:r>
      <w:r w:rsidR="00587743" w:rsidRPr="005B2304">
        <w:rPr>
          <w:color w:val="000000"/>
          <w:sz w:val="20"/>
          <w:szCs w:val="20"/>
        </w:rPr>
        <w:t xml:space="preserve">k veřejné zakázce malého rozsahu na služby zadávané ve zjednodušeném podlimitním řízení dle § 38 zákona č. 137/2006 Sb., o veřejných zakázkách, ve znění pozdějších předpisů (dále jen „zákon“) </w:t>
      </w:r>
      <w:r w:rsidRPr="005B2304">
        <w:rPr>
          <w:sz w:val="20"/>
          <w:szCs w:val="20"/>
        </w:rPr>
        <w:t>s názvem</w:t>
      </w:r>
    </w:p>
    <w:p w:rsidR="00285210" w:rsidRPr="00AA3B42" w:rsidRDefault="00285210" w:rsidP="00285210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8E3256">
        <w:rPr>
          <w:color w:val="000000"/>
          <w:sz w:val="32"/>
          <w:szCs w:val="32"/>
        </w:rPr>
        <w:t>„</w:t>
      </w:r>
      <w:r w:rsidR="00695E3A" w:rsidRPr="00695E3A">
        <w:rPr>
          <w:b/>
          <w:bCs/>
          <w:i/>
          <w:color w:val="000000"/>
          <w:sz w:val="32"/>
          <w:szCs w:val="32"/>
        </w:rPr>
        <w:t>Vytvoření webových stránek v projektu Vzdělávání uchazečů o zaměstnání v oblasti socioekonomických kompetencí</w:t>
      </w:r>
      <w:r w:rsidRPr="008E3256">
        <w:rPr>
          <w:color w:val="000000"/>
          <w:sz w:val="32"/>
          <w:szCs w:val="32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Uchazeč: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sídl</w:t>
      </w:r>
      <w:r w:rsidR="00F1205C" w:rsidRPr="00695E3A">
        <w:rPr>
          <w:rFonts w:ascii="Arial" w:hAnsi="Arial" w:cs="Arial"/>
          <w:color w:val="auto"/>
          <w:sz w:val="22"/>
          <w:szCs w:val="20"/>
        </w:rPr>
        <w:t>o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Pr="00695E3A">
        <w:rPr>
          <w:rFonts w:ascii="Arial" w:hAnsi="Arial" w:cs="Arial"/>
          <w:color w:val="auto"/>
          <w:sz w:val="22"/>
          <w:szCs w:val="20"/>
        </w:rPr>
        <w:tab/>
      </w:r>
      <w:r w:rsidR="00951757" w:rsidRPr="00695E3A">
        <w:rPr>
          <w:rFonts w:ascii="Arial" w:hAnsi="Arial" w:cs="Arial"/>
          <w:color w:val="auto"/>
          <w:sz w:val="22"/>
          <w:szCs w:val="20"/>
        </w:rPr>
        <w:tab/>
      </w:r>
      <w:r w:rsidR="00F1205C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IČ</w:t>
      </w:r>
      <w:bookmarkStart w:id="0" w:name="_GoBack"/>
      <w:bookmarkEnd w:id="0"/>
      <w:r w:rsidR="00D22D2F">
        <w:rPr>
          <w:rFonts w:ascii="Arial" w:hAnsi="Arial" w:cs="Arial"/>
          <w:color w:val="auto"/>
          <w:sz w:val="22"/>
          <w:szCs w:val="20"/>
        </w:rPr>
        <w:t>O</w:t>
      </w:r>
      <w:r w:rsidR="00F1205C" w:rsidRPr="00695E3A">
        <w:rPr>
          <w:rFonts w:ascii="Arial" w:hAnsi="Arial" w:cs="Arial"/>
          <w:color w:val="auto"/>
          <w:sz w:val="22"/>
          <w:szCs w:val="20"/>
        </w:rPr>
        <w:t>/DIČ</w:t>
      </w:r>
      <w:r w:rsidRPr="00695E3A">
        <w:rPr>
          <w:rFonts w:ascii="Arial" w:hAnsi="Arial" w:cs="Arial"/>
          <w:color w:val="auto"/>
          <w:sz w:val="22"/>
          <w:szCs w:val="20"/>
        </w:rPr>
        <w:t>:</w:t>
      </w:r>
      <w:r w:rsidR="00F1205C" w:rsidRPr="00695E3A">
        <w:rPr>
          <w:rFonts w:ascii="Arial" w:hAnsi="Arial" w:cs="Arial"/>
          <w:color w:val="auto"/>
          <w:sz w:val="22"/>
          <w:szCs w:val="20"/>
        </w:rPr>
        <w:tab/>
      </w:r>
      <w:r w:rsidR="00EC09A1" w:rsidRPr="00695E3A">
        <w:rPr>
          <w:rFonts w:ascii="Arial" w:hAnsi="Arial" w:cs="Arial"/>
          <w:color w:val="auto"/>
          <w:sz w:val="22"/>
          <w:szCs w:val="20"/>
        </w:rPr>
        <w:t>…………………………………………</w:t>
      </w:r>
    </w:p>
    <w:p w:rsidR="00607534" w:rsidRPr="00695E3A" w:rsidRDefault="0060753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7B39C4" w:rsidRPr="00695E3A" w:rsidRDefault="007B39C4" w:rsidP="00607534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:rsidR="00E50D30" w:rsidRPr="00163D63" w:rsidRDefault="00607534" w:rsidP="00163D63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163D63">
        <w:rPr>
          <w:rFonts w:ascii="Arial" w:hAnsi="Arial" w:cs="Arial"/>
          <w:color w:val="auto"/>
          <w:sz w:val="22"/>
          <w:szCs w:val="22"/>
        </w:rPr>
        <w:t xml:space="preserve">tímto čestně prohlašuje, že </w:t>
      </w:r>
      <w:r w:rsidR="00EC09A1" w:rsidRPr="00163D63">
        <w:rPr>
          <w:rFonts w:ascii="Arial" w:hAnsi="Arial" w:cs="Arial"/>
          <w:color w:val="auto"/>
          <w:sz w:val="22"/>
          <w:szCs w:val="22"/>
        </w:rPr>
        <w:t>se jedná o uchazeče,</w:t>
      </w:r>
      <w:r w:rsidR="00E50D30" w:rsidRPr="00163D63">
        <w:rPr>
          <w:rFonts w:ascii="Arial" w:hAnsi="Arial" w:cs="Arial"/>
          <w:color w:val="auto"/>
          <w:sz w:val="22"/>
          <w:szCs w:val="22"/>
        </w:rPr>
        <w:t xml:space="preserve"> který</w:t>
      </w:r>
      <w:r w:rsidR="00163D63" w:rsidRPr="00163D63">
        <w:rPr>
          <w:rFonts w:ascii="Arial" w:hAnsi="Arial" w:cs="Arial"/>
          <w:color w:val="auto"/>
          <w:sz w:val="22"/>
          <w:szCs w:val="22"/>
        </w:rPr>
        <w:t xml:space="preserve"> </w:t>
      </w:r>
      <w:r w:rsidR="00163D63" w:rsidRPr="00163D63">
        <w:rPr>
          <w:rFonts w:ascii="Arial" w:hAnsi="Arial" w:cs="Arial"/>
          <w:sz w:val="22"/>
          <w:szCs w:val="22"/>
        </w:rPr>
        <w:t>se nepodílel na přípravě nebo zadávání této veřejné zakázky nebo se nepodílel na zpraco</w:t>
      </w:r>
      <w:r w:rsidR="00163D63">
        <w:rPr>
          <w:rFonts w:ascii="Arial" w:hAnsi="Arial" w:cs="Arial"/>
          <w:sz w:val="22"/>
          <w:szCs w:val="22"/>
        </w:rPr>
        <w:t xml:space="preserve">vání žádosti o finanční podporu vztahující </w:t>
      </w:r>
      <w:r w:rsidR="00163D63">
        <w:rPr>
          <w:rFonts w:ascii="Arial" w:hAnsi="Arial" w:cs="Arial"/>
          <w:sz w:val="22"/>
          <w:szCs w:val="22"/>
        </w:rPr>
        <w:br/>
        <w:t>se k této zakázce.</w:t>
      </w:r>
    </w:p>
    <w:p w:rsidR="00607534" w:rsidRPr="00695E3A" w:rsidRDefault="00607534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E50D30" w:rsidRPr="00695E3A" w:rsidRDefault="00E50D30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2F3BF1" w:rsidRPr="00695E3A" w:rsidRDefault="002F3BF1" w:rsidP="00951757">
      <w:pPr>
        <w:pStyle w:val="Default"/>
        <w:rPr>
          <w:rFonts w:ascii="Arial" w:hAnsi="Arial" w:cs="Arial"/>
          <w:color w:val="auto"/>
          <w:sz w:val="22"/>
          <w:szCs w:val="20"/>
        </w:rPr>
      </w:pPr>
    </w:p>
    <w:p w:rsidR="00607534" w:rsidRPr="00695E3A" w:rsidRDefault="00EC09A1" w:rsidP="00607534">
      <w:pPr>
        <w:pStyle w:val="Default"/>
        <w:rPr>
          <w:rFonts w:ascii="Arial" w:hAnsi="Arial" w:cs="Arial"/>
          <w:color w:val="auto"/>
          <w:sz w:val="22"/>
          <w:szCs w:val="20"/>
        </w:rPr>
      </w:pPr>
      <w:r w:rsidRPr="00695E3A">
        <w:rPr>
          <w:rFonts w:ascii="Arial" w:hAnsi="Arial" w:cs="Arial"/>
          <w:color w:val="auto"/>
          <w:sz w:val="22"/>
          <w:szCs w:val="20"/>
        </w:rPr>
        <w:t>V ……………………… dne ………</w:t>
      </w:r>
      <w:r w:rsidR="00695E3A">
        <w:rPr>
          <w:rFonts w:ascii="Arial" w:hAnsi="Arial" w:cs="Arial"/>
          <w:color w:val="auto"/>
          <w:sz w:val="22"/>
          <w:szCs w:val="20"/>
        </w:rPr>
        <w:t xml:space="preserve"> 2013</w:t>
      </w:r>
    </w:p>
    <w:p w:rsidR="007B39C4" w:rsidRPr="00695E3A" w:rsidRDefault="007B39C4" w:rsidP="00607534">
      <w:pPr>
        <w:rPr>
          <w:sz w:val="22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695E3A" w:rsidRDefault="00EC09A1" w:rsidP="009C3DAA">
      <w:pPr>
        <w:jc w:val="right"/>
        <w:rPr>
          <w:i/>
          <w:sz w:val="22"/>
          <w:szCs w:val="20"/>
        </w:rPr>
      </w:pPr>
      <w:r w:rsidRPr="00695E3A">
        <w:rPr>
          <w:i/>
          <w:sz w:val="22"/>
          <w:szCs w:val="20"/>
        </w:rPr>
        <w:t>titul, jméno, příjmení</w:t>
      </w:r>
    </w:p>
    <w:p w:rsidR="00F2628F" w:rsidRPr="006E6860" w:rsidRDefault="006D54E5" w:rsidP="006E6860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sectPr w:rsidR="00F2628F" w:rsidRPr="006E6860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98" w:rsidRDefault="00711998" w:rsidP="003A1904">
      <w:r>
        <w:separator/>
      </w:r>
    </w:p>
  </w:endnote>
  <w:endnote w:type="continuationSeparator" w:id="0">
    <w:p w:rsidR="00711998" w:rsidRDefault="00711998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Mang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98" w:rsidRDefault="00711998" w:rsidP="003A1904">
      <w:r>
        <w:separator/>
      </w:r>
    </w:p>
  </w:footnote>
  <w:footnote w:type="continuationSeparator" w:id="0">
    <w:p w:rsidR="00711998" w:rsidRDefault="00711998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285210" w:rsidP="006D54E5">
    <w:pPr>
      <w:pStyle w:val="Zhlav"/>
      <w:tabs>
        <w:tab w:val="clear" w:pos="4536"/>
        <w:tab w:val="clear" w:pos="9072"/>
        <w:tab w:val="left" w:pos="298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1103630</wp:posOffset>
          </wp:positionH>
          <wp:positionV relativeFrom="paragraph">
            <wp:posOffset>-104775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Default="0097110B" w:rsidP="006D54E5">
    <w:pPr>
      <w:pStyle w:val="Zhlav"/>
      <w:tabs>
        <w:tab w:val="clear" w:pos="4536"/>
        <w:tab w:val="clear" w:pos="9072"/>
        <w:tab w:val="left" w:pos="2985"/>
      </w:tabs>
    </w:pPr>
  </w:p>
  <w:p w:rsidR="0097110B" w:rsidRPr="0097110B" w:rsidRDefault="0097110B" w:rsidP="006D54E5">
    <w:pPr>
      <w:pStyle w:val="Zhlav"/>
      <w:tabs>
        <w:tab w:val="clear" w:pos="4536"/>
        <w:tab w:val="clear" w:pos="9072"/>
        <w:tab w:val="left" w:pos="298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</w:t>
    </w:r>
    <w:r w:rsidR="00163D63">
      <w:rPr>
        <w:sz w:val="18"/>
        <w:szCs w:val="18"/>
      </w:rPr>
      <w:t>Příloha č.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77AC1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63D63"/>
    <w:rsid w:val="001875DD"/>
    <w:rsid w:val="0019117F"/>
    <w:rsid w:val="0019649C"/>
    <w:rsid w:val="001B5E24"/>
    <w:rsid w:val="001E2D04"/>
    <w:rsid w:val="001E71B1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87743"/>
    <w:rsid w:val="00590272"/>
    <w:rsid w:val="00591C1D"/>
    <w:rsid w:val="005A5A38"/>
    <w:rsid w:val="005B2304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95E3A"/>
    <w:rsid w:val="006B5479"/>
    <w:rsid w:val="006C2230"/>
    <w:rsid w:val="006C7914"/>
    <w:rsid w:val="006D1571"/>
    <w:rsid w:val="006D313F"/>
    <w:rsid w:val="006D54E5"/>
    <w:rsid w:val="006D720C"/>
    <w:rsid w:val="006E4611"/>
    <w:rsid w:val="006E6860"/>
    <w:rsid w:val="006F05D4"/>
    <w:rsid w:val="00711998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7110B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215DD"/>
    <w:rsid w:val="00D22D2F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45BE2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0FC24-7F4F-49D4-A272-09B4B9D5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Těšínská Lenka Bc.</cp:lastModifiedBy>
  <cp:revision>13</cp:revision>
  <cp:lastPrinted>2006-10-05T12:53:00Z</cp:lastPrinted>
  <dcterms:created xsi:type="dcterms:W3CDTF">2012-08-13T15:48:00Z</dcterms:created>
  <dcterms:modified xsi:type="dcterms:W3CDTF">2013-04-23T12:58:00Z</dcterms:modified>
</cp:coreProperties>
</file>