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F1531" w:rsidRDefault="0014393E" w:rsidP="00C6405C">
      <w:pPr>
        <w:spacing w:before="360" w:after="240"/>
        <w:jc w:val="center"/>
        <w:rPr>
          <w:b/>
        </w:rPr>
      </w:pPr>
      <w:r w:rsidRPr="0014393E">
        <w:rPr>
          <w:b/>
        </w:rPr>
        <w:t xml:space="preserve">Tabulka pro stanovení </w:t>
      </w:r>
      <w:r w:rsidR="00A15B69">
        <w:rPr>
          <w:b/>
        </w:rPr>
        <w:t>rizik a návrh na jejich eliminaci</w:t>
      </w:r>
    </w:p>
    <w:p w:rsidR="002F0E04" w:rsidRPr="00F2628F" w:rsidRDefault="002F0E04" w:rsidP="002F0E04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>
        <w:rPr>
          <w:sz w:val="20"/>
          <w:szCs w:val="20"/>
        </w:rPr>
        <w:t xml:space="preserve"> podlimitní </w:t>
      </w:r>
      <w:r w:rsidRPr="00F2628F">
        <w:rPr>
          <w:sz w:val="20"/>
          <w:szCs w:val="20"/>
        </w:rPr>
        <w:t xml:space="preserve">veřejné zakázce </w:t>
      </w:r>
      <w:r>
        <w:rPr>
          <w:sz w:val="20"/>
          <w:szCs w:val="20"/>
        </w:rPr>
        <w:t xml:space="preserve">zadávané ve zjednodušeném podlimitním řízení dle ustanovení § 38 zákona 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9A1D3B" w:rsidRPr="00FF5610" w:rsidRDefault="009A1D3B" w:rsidP="009A1D3B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533D92" w:rsidRPr="00AA3B42" w:rsidRDefault="009A1D3B" w:rsidP="009A1D3B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FF5610">
        <w:rPr>
          <w:bCs/>
          <w:color w:val="000000"/>
          <w:sz w:val="32"/>
          <w:szCs w:val="32"/>
        </w:rPr>
        <w:t>„</w:t>
      </w:r>
      <w:r w:rsidR="00544E8A">
        <w:rPr>
          <w:b/>
          <w:bCs/>
          <w:color w:val="000000"/>
          <w:sz w:val="32"/>
          <w:szCs w:val="32"/>
        </w:rPr>
        <w:t xml:space="preserve">Vytvoření </w:t>
      </w:r>
      <w:r w:rsidR="007A6684">
        <w:rPr>
          <w:b/>
          <w:bCs/>
          <w:color w:val="000000"/>
          <w:sz w:val="32"/>
          <w:szCs w:val="32"/>
        </w:rPr>
        <w:t>webového portálu</w:t>
      </w:r>
      <w:r w:rsidR="00544E8A">
        <w:rPr>
          <w:b/>
          <w:bCs/>
          <w:color w:val="000000"/>
          <w:sz w:val="32"/>
          <w:szCs w:val="32"/>
        </w:rPr>
        <w:t xml:space="preserve"> v projektu </w:t>
      </w:r>
      <w:r w:rsidR="00544E8A" w:rsidRPr="00533AB2">
        <w:rPr>
          <w:b/>
          <w:bCs/>
          <w:color w:val="000000"/>
          <w:sz w:val="32"/>
          <w:szCs w:val="32"/>
        </w:rPr>
        <w:t>Stáže pro mladé zájemce o zaměstnání</w:t>
      </w:r>
      <w:r w:rsidRPr="00FF5610">
        <w:rPr>
          <w:bCs/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EF1531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sídlo: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IČ/DIČ: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EF1531" w:rsidRDefault="00EF1531" w:rsidP="0019117F">
      <w:pPr>
        <w:rPr>
          <w:b/>
          <w:bCs/>
          <w:sz w:val="20"/>
          <w:szCs w:val="20"/>
        </w:rPr>
      </w:pPr>
    </w:p>
    <w:p w:rsidR="00EF1531" w:rsidRPr="00EF1531" w:rsidRDefault="00EF1531" w:rsidP="00EF1531">
      <w:pPr>
        <w:jc w:val="both"/>
        <w:rPr>
          <w:sz w:val="20"/>
          <w:szCs w:val="20"/>
        </w:rPr>
      </w:pPr>
      <w:r w:rsidRPr="00EF1531">
        <w:rPr>
          <w:sz w:val="20"/>
          <w:szCs w:val="20"/>
        </w:rPr>
        <w:t xml:space="preserve">Tabulka č. 1: </w:t>
      </w:r>
      <w:r w:rsidR="00276A2F">
        <w:rPr>
          <w:sz w:val="20"/>
          <w:szCs w:val="20"/>
        </w:rPr>
        <w:t>Tabulka pro stanovení rizik, pravděpodobnosti vzniku, dopadu rizika a návrhu na eliminaci</w:t>
      </w:r>
      <w:r w:rsidRPr="00EF1531">
        <w:rPr>
          <w:sz w:val="20"/>
          <w:szCs w:val="20"/>
        </w:rPr>
        <w:t>:</w:t>
      </w:r>
      <w:bookmarkStart w:id="0" w:name="_GoBack"/>
      <w:bookmarkEnd w:id="0"/>
    </w:p>
    <w:p w:rsidR="00EF1531" w:rsidRPr="00EF1531" w:rsidRDefault="00EF1531" w:rsidP="00EF1531">
      <w:pPr>
        <w:jc w:val="center"/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6"/>
        <w:gridCol w:w="1960"/>
        <w:gridCol w:w="2835"/>
        <w:gridCol w:w="2410"/>
        <w:gridCol w:w="1701"/>
      </w:tblGrid>
      <w:tr w:rsidR="00276A2F" w:rsidRPr="009A1D3B" w:rsidTr="00276A2F">
        <w:tc>
          <w:tcPr>
            <w:tcW w:w="416" w:type="dxa"/>
            <w:shd w:val="clear" w:color="auto" w:fill="D9D9D9" w:themeFill="background1" w:themeFillShade="D9"/>
          </w:tcPr>
          <w:p w:rsidR="00276A2F" w:rsidRPr="009A1D3B" w:rsidRDefault="00276A2F" w:rsidP="009A1D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1960" w:type="dxa"/>
            <w:shd w:val="clear" w:color="auto" w:fill="D9D9D9" w:themeFill="background1" w:themeFillShade="D9"/>
          </w:tcPr>
          <w:p w:rsidR="00276A2F" w:rsidRPr="009A1D3B" w:rsidRDefault="00276A2F" w:rsidP="00276A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rizika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276A2F" w:rsidRPr="009A1D3B" w:rsidRDefault="00276A2F" w:rsidP="001439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Pravděpodobnost vzniku </w:t>
            </w:r>
            <w:r>
              <w:rPr>
                <w:b/>
                <w:sz w:val="20"/>
                <w:szCs w:val="20"/>
              </w:rPr>
              <w:br/>
            </w:r>
            <w:r w:rsidRPr="00276A2F">
              <w:rPr>
                <w:b/>
                <w:color w:val="808080" w:themeColor="background1" w:themeShade="80"/>
                <w:sz w:val="20"/>
                <w:szCs w:val="20"/>
              </w:rPr>
              <w:t>(malá, střední, vysoká)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76A2F" w:rsidRDefault="00276A2F" w:rsidP="001439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Dopad rizika</w:t>
            </w:r>
          </w:p>
          <w:p w:rsidR="00276A2F" w:rsidRPr="009A1D3B" w:rsidRDefault="00276A2F" w:rsidP="0014393E">
            <w:pPr>
              <w:rPr>
                <w:b/>
                <w:sz w:val="20"/>
                <w:szCs w:val="20"/>
              </w:rPr>
            </w:pPr>
            <w:r w:rsidRPr="00276A2F">
              <w:rPr>
                <w:b/>
                <w:color w:val="808080" w:themeColor="background1" w:themeShade="80"/>
                <w:sz w:val="20"/>
                <w:szCs w:val="20"/>
              </w:rPr>
              <w:t>(malý, střední, kritický)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76A2F" w:rsidRPr="009A1D3B" w:rsidRDefault="00276A2F" w:rsidP="001439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Návrh na eliminaci rizika</w:t>
            </w:r>
          </w:p>
        </w:tc>
      </w:tr>
      <w:tr w:rsidR="00276A2F" w:rsidRPr="00A462CD" w:rsidTr="00C6405C">
        <w:trPr>
          <w:trHeight w:val="680"/>
        </w:trPr>
        <w:tc>
          <w:tcPr>
            <w:tcW w:w="416" w:type="dxa"/>
            <w:shd w:val="clear" w:color="auto" w:fill="auto"/>
            <w:vAlign w:val="center"/>
          </w:tcPr>
          <w:p w:rsidR="00276A2F" w:rsidRPr="00A462CD" w:rsidRDefault="00276A2F" w:rsidP="00376BF2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276A2F" w:rsidRPr="00A462CD" w:rsidRDefault="00276A2F" w:rsidP="00376BF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6A2F" w:rsidRPr="00A462CD" w:rsidRDefault="00276A2F" w:rsidP="009A1D3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76A2F" w:rsidRPr="00A462CD" w:rsidRDefault="00276A2F" w:rsidP="009A1D3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76A2F" w:rsidRPr="00A462CD" w:rsidRDefault="00276A2F" w:rsidP="009A1D3B">
            <w:pPr>
              <w:rPr>
                <w:sz w:val="20"/>
                <w:szCs w:val="20"/>
              </w:rPr>
            </w:pPr>
          </w:p>
        </w:tc>
      </w:tr>
    </w:tbl>
    <w:p w:rsidR="00EF1531" w:rsidRPr="00EF1531" w:rsidRDefault="00EF1531" w:rsidP="00EF1531">
      <w:pPr>
        <w:rPr>
          <w:rFonts w:ascii="Cambria" w:hAnsi="Cambria" w:cs="Times New Roman"/>
          <w:color w:val="17365D"/>
          <w:spacing w:val="5"/>
          <w:kern w:val="28"/>
          <w:sz w:val="52"/>
          <w:szCs w:val="52"/>
        </w:rPr>
      </w:pPr>
    </w:p>
    <w:p w:rsidR="00276A2F" w:rsidRDefault="00276A2F" w:rsidP="00EF1531"/>
    <w:p w:rsidR="00276A2F" w:rsidRDefault="00276A2F" w:rsidP="00EF1531"/>
    <w:p w:rsidR="00EF1531" w:rsidRPr="00533D92" w:rsidRDefault="00EF1531" w:rsidP="00EF153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EF1531" w:rsidRPr="00533D92" w:rsidRDefault="00EF1531" w:rsidP="00EF1531">
      <w:pPr>
        <w:rPr>
          <w:sz w:val="20"/>
          <w:szCs w:val="20"/>
        </w:rPr>
      </w:pPr>
    </w:p>
    <w:p w:rsidR="00EF1531" w:rsidRDefault="00EF1531" w:rsidP="00EF1531">
      <w:pPr>
        <w:rPr>
          <w:sz w:val="20"/>
          <w:szCs w:val="20"/>
        </w:rPr>
      </w:pPr>
    </w:p>
    <w:p w:rsidR="00EF1531" w:rsidRDefault="00EF1531" w:rsidP="00EF1531">
      <w:pPr>
        <w:rPr>
          <w:sz w:val="20"/>
          <w:szCs w:val="20"/>
        </w:rPr>
      </w:pPr>
    </w:p>
    <w:p w:rsidR="00EF1531" w:rsidRDefault="00EF1531" w:rsidP="00EF1531">
      <w:pPr>
        <w:rPr>
          <w:sz w:val="20"/>
          <w:szCs w:val="20"/>
        </w:rPr>
      </w:pPr>
    </w:p>
    <w:p w:rsidR="00EF1531" w:rsidRPr="00533D92" w:rsidRDefault="00EF1531" w:rsidP="00EF1531">
      <w:pPr>
        <w:rPr>
          <w:sz w:val="20"/>
          <w:szCs w:val="20"/>
        </w:rPr>
      </w:pPr>
    </w:p>
    <w:p w:rsidR="00EF1531" w:rsidRPr="00533D92" w:rsidRDefault="00EF1531" w:rsidP="00EF1531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EF1531" w:rsidRPr="00533D92" w:rsidRDefault="00EF1531" w:rsidP="00EF1531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F1531" w:rsidRPr="00C6405C" w:rsidRDefault="00EF1531" w:rsidP="00EF1531">
      <w:pPr>
        <w:jc w:val="right"/>
        <w:rPr>
          <w:i/>
          <w:iCs/>
          <w:sz w:val="16"/>
          <w:szCs w:val="16"/>
        </w:rPr>
      </w:pPr>
      <w:r w:rsidRPr="00C6405C">
        <w:rPr>
          <w:sz w:val="16"/>
          <w:szCs w:val="16"/>
        </w:rPr>
        <w:t>(</w:t>
      </w:r>
      <w:r w:rsidRPr="00C6405C">
        <w:rPr>
          <w:i/>
          <w:sz w:val="16"/>
          <w:szCs w:val="16"/>
        </w:rPr>
        <w:t>p</w:t>
      </w:r>
      <w:r w:rsidRPr="00C6405C">
        <w:rPr>
          <w:i/>
          <w:iCs/>
          <w:sz w:val="16"/>
          <w:szCs w:val="16"/>
        </w:rPr>
        <w:t>odpis osoby oprávněné jednat jménem či za uchazeče)</w:t>
      </w:r>
    </w:p>
    <w:sectPr w:rsidR="00EF1531" w:rsidRPr="00C6405C" w:rsidSect="00412C45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33" w:rsidRDefault="005E5833" w:rsidP="003A1904">
      <w:r>
        <w:separator/>
      </w:r>
    </w:p>
  </w:endnote>
  <w:endnote w:type="continuationSeparator" w:id="0">
    <w:p w:rsidR="005E5833" w:rsidRDefault="005E583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33" w:rsidRDefault="005E5833" w:rsidP="003A1904">
      <w:r>
        <w:separator/>
      </w:r>
    </w:p>
  </w:footnote>
  <w:footnote w:type="continuationSeparator" w:id="0">
    <w:p w:rsidR="005E5833" w:rsidRDefault="005E583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CA7C02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-133350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D92">
      <w:tab/>
    </w:r>
  </w:p>
  <w:p w:rsidR="00607534" w:rsidRPr="00CA7C02" w:rsidRDefault="00CA7C02" w:rsidP="0055226E">
    <w:pPr>
      <w:pStyle w:val="Zhlav"/>
      <w:tabs>
        <w:tab w:val="clear" w:pos="9072"/>
        <w:tab w:val="left" w:pos="7518"/>
      </w:tabs>
      <w:spacing w:before="480"/>
      <w:rPr>
        <w:sz w:val="18"/>
        <w:szCs w:val="18"/>
      </w:rPr>
    </w:pPr>
    <w:r>
      <w:tab/>
    </w:r>
    <w:r>
      <w:tab/>
    </w:r>
    <w:r w:rsidR="00E52995">
      <w:rPr>
        <w:sz w:val="18"/>
        <w:szCs w:val="18"/>
      </w:rPr>
      <w:tab/>
    </w:r>
    <w:r w:rsidR="00E52995">
      <w:rPr>
        <w:sz w:val="18"/>
        <w:szCs w:val="18"/>
      </w:rPr>
      <w:tab/>
    </w:r>
    <w:r w:rsidR="00E52995">
      <w:rPr>
        <w:sz w:val="18"/>
        <w:szCs w:val="18"/>
      </w:rPr>
      <w:tab/>
    </w:r>
    <w:r w:rsidR="00E52995">
      <w:rPr>
        <w:sz w:val="18"/>
        <w:szCs w:val="18"/>
      </w:rPr>
      <w:tab/>
    </w:r>
    <w:r w:rsidR="00E52995">
      <w:rPr>
        <w:sz w:val="18"/>
        <w:szCs w:val="18"/>
      </w:rPr>
      <w:tab/>
      <w:t>Příloha č.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87.75pt;height:387.75pt" o:bullet="t">
        <v:imagedata r:id="rId1" o:title="clip_image001"/>
      </v:shape>
    </w:pict>
  </w:numPicBullet>
  <w:numPicBullet w:numPicBulletId="1">
    <w:pict>
      <v:shape id="_x0000_i1035" type="#_x0000_t75" style="width:387.75pt;height:387.7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2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5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6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7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10"/>
  </w:num>
  <w:num w:numId="5">
    <w:abstractNumId w:val="4"/>
  </w:num>
  <w:num w:numId="6">
    <w:abstractNumId w:val="7"/>
  </w:num>
  <w:num w:numId="7">
    <w:abstractNumId w:val="6"/>
  </w:num>
  <w:num w:numId="8">
    <w:abstractNumId w:val="20"/>
    <w:lvlOverride w:ilvl="0">
      <w:startOverride w:val="1"/>
    </w:lvlOverride>
  </w:num>
  <w:num w:numId="9">
    <w:abstractNumId w:val="3"/>
  </w:num>
  <w:num w:numId="10">
    <w:abstractNumId w:val="24"/>
  </w:num>
  <w:num w:numId="11">
    <w:abstractNumId w:val="1"/>
  </w:num>
  <w:num w:numId="12">
    <w:abstractNumId w:val="8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15"/>
  </w:num>
  <w:num w:numId="18">
    <w:abstractNumId w:val="5"/>
  </w:num>
  <w:num w:numId="19">
    <w:abstractNumId w:val="16"/>
  </w:num>
  <w:num w:numId="20">
    <w:abstractNumId w:val="23"/>
  </w:num>
  <w:num w:numId="21">
    <w:abstractNumId w:val="0"/>
  </w:num>
  <w:num w:numId="22">
    <w:abstractNumId w:val="13"/>
  </w:num>
  <w:num w:numId="23">
    <w:abstractNumId w:val="18"/>
  </w:num>
  <w:num w:numId="24">
    <w:abstractNumId w:val="12"/>
  </w:num>
  <w:num w:numId="25">
    <w:abstractNumId w:val="9"/>
  </w:num>
  <w:num w:numId="26">
    <w:abstractNumId w:val="2"/>
  </w:num>
  <w:num w:numId="27">
    <w:abstractNumId w:val="19"/>
  </w:num>
  <w:num w:numId="28">
    <w:abstractNumId w:val="21"/>
  </w:num>
  <w:num w:numId="29">
    <w:abstractNumId w:val="29"/>
  </w:num>
  <w:num w:numId="30">
    <w:abstractNumId w:val="1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2762A"/>
    <w:rsid w:val="000314C1"/>
    <w:rsid w:val="000364CC"/>
    <w:rsid w:val="00057017"/>
    <w:rsid w:val="00070A6B"/>
    <w:rsid w:val="000751E4"/>
    <w:rsid w:val="00076D7F"/>
    <w:rsid w:val="0008712F"/>
    <w:rsid w:val="000A64BF"/>
    <w:rsid w:val="000B58BE"/>
    <w:rsid w:val="000C4DE5"/>
    <w:rsid w:val="000C5C1C"/>
    <w:rsid w:val="000E4E89"/>
    <w:rsid w:val="00121027"/>
    <w:rsid w:val="001326A4"/>
    <w:rsid w:val="0014393E"/>
    <w:rsid w:val="001619E0"/>
    <w:rsid w:val="001875DD"/>
    <w:rsid w:val="0019117F"/>
    <w:rsid w:val="0019649C"/>
    <w:rsid w:val="001B5E24"/>
    <w:rsid w:val="001E2D04"/>
    <w:rsid w:val="001E71B1"/>
    <w:rsid w:val="001F2F7D"/>
    <w:rsid w:val="00276A2F"/>
    <w:rsid w:val="0028423E"/>
    <w:rsid w:val="00284D11"/>
    <w:rsid w:val="002A1956"/>
    <w:rsid w:val="002B3121"/>
    <w:rsid w:val="002C2EB2"/>
    <w:rsid w:val="002E5BA9"/>
    <w:rsid w:val="002F0E04"/>
    <w:rsid w:val="0030115B"/>
    <w:rsid w:val="00314DFD"/>
    <w:rsid w:val="00316C17"/>
    <w:rsid w:val="00324745"/>
    <w:rsid w:val="00332DA1"/>
    <w:rsid w:val="003339A4"/>
    <w:rsid w:val="00340E46"/>
    <w:rsid w:val="00346771"/>
    <w:rsid w:val="00370A0B"/>
    <w:rsid w:val="00371DA9"/>
    <w:rsid w:val="00376BF2"/>
    <w:rsid w:val="0039490B"/>
    <w:rsid w:val="0039717E"/>
    <w:rsid w:val="003A1904"/>
    <w:rsid w:val="003E1BE3"/>
    <w:rsid w:val="003E2714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44E8A"/>
    <w:rsid w:val="0055226E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E16F4"/>
    <w:rsid w:val="005E1903"/>
    <w:rsid w:val="005E583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A6684"/>
    <w:rsid w:val="007B39C4"/>
    <w:rsid w:val="007B6C8E"/>
    <w:rsid w:val="007C3CF6"/>
    <w:rsid w:val="007D34E5"/>
    <w:rsid w:val="007F337F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9741E"/>
    <w:rsid w:val="0090580C"/>
    <w:rsid w:val="00906733"/>
    <w:rsid w:val="00931243"/>
    <w:rsid w:val="00951757"/>
    <w:rsid w:val="00954E49"/>
    <w:rsid w:val="00957A8D"/>
    <w:rsid w:val="009A1D3B"/>
    <w:rsid w:val="009A360C"/>
    <w:rsid w:val="009B161B"/>
    <w:rsid w:val="009B3425"/>
    <w:rsid w:val="009C0AA3"/>
    <w:rsid w:val="009C3DAA"/>
    <w:rsid w:val="009D3A92"/>
    <w:rsid w:val="009E0716"/>
    <w:rsid w:val="00A00A73"/>
    <w:rsid w:val="00A0269C"/>
    <w:rsid w:val="00A15B69"/>
    <w:rsid w:val="00A17B48"/>
    <w:rsid w:val="00A41FDC"/>
    <w:rsid w:val="00A462CD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00D37"/>
    <w:rsid w:val="00B3593A"/>
    <w:rsid w:val="00B35FA3"/>
    <w:rsid w:val="00B51AE6"/>
    <w:rsid w:val="00B55AC6"/>
    <w:rsid w:val="00B80E60"/>
    <w:rsid w:val="00B92E89"/>
    <w:rsid w:val="00BA44E6"/>
    <w:rsid w:val="00BB77E3"/>
    <w:rsid w:val="00BC453E"/>
    <w:rsid w:val="00BC63D4"/>
    <w:rsid w:val="00BD58C3"/>
    <w:rsid w:val="00BD66B9"/>
    <w:rsid w:val="00BF4D09"/>
    <w:rsid w:val="00C6405C"/>
    <w:rsid w:val="00C671DF"/>
    <w:rsid w:val="00C76C29"/>
    <w:rsid w:val="00C97E2F"/>
    <w:rsid w:val="00CA7117"/>
    <w:rsid w:val="00CA7C02"/>
    <w:rsid w:val="00CB0621"/>
    <w:rsid w:val="00CF1DC2"/>
    <w:rsid w:val="00CF517A"/>
    <w:rsid w:val="00D23FD8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F4A"/>
    <w:rsid w:val="00E52995"/>
    <w:rsid w:val="00E56005"/>
    <w:rsid w:val="00E71F25"/>
    <w:rsid w:val="00E852C0"/>
    <w:rsid w:val="00E87754"/>
    <w:rsid w:val="00EC09A1"/>
    <w:rsid w:val="00EC4ECF"/>
    <w:rsid w:val="00ED0936"/>
    <w:rsid w:val="00ED44F9"/>
    <w:rsid w:val="00ED526B"/>
    <w:rsid w:val="00EE3479"/>
    <w:rsid w:val="00EF1531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B5E54"/>
    <w:rsid w:val="00FF307F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A7C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A7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A7C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A7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C820-8242-47D8-A078-24AC752A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Deepview s.r.o.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12</cp:revision>
  <cp:lastPrinted>2012-07-04T06:52:00Z</cp:lastPrinted>
  <dcterms:created xsi:type="dcterms:W3CDTF">2012-09-27T09:58:00Z</dcterms:created>
  <dcterms:modified xsi:type="dcterms:W3CDTF">2012-10-17T09:13:00Z</dcterms:modified>
</cp:coreProperties>
</file>